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865" w:tblpY="577"/>
        <w:tblW w:w="5002" w:type="pct"/>
        <w:tblLayout w:type="fixed"/>
        <w:tblLook w:val="04A0" w:firstRow="1" w:lastRow="0" w:firstColumn="1" w:lastColumn="0" w:noHBand="0" w:noVBand="1"/>
      </w:tblPr>
      <w:tblGrid>
        <w:gridCol w:w="7236"/>
        <w:gridCol w:w="237"/>
        <w:gridCol w:w="3836"/>
      </w:tblGrid>
      <w:tr w:rsidR="0026113B" w14:paraId="64F2005C" w14:textId="77777777" w:rsidTr="009D3676">
        <w:tc>
          <w:tcPr>
            <w:tcW w:w="3199" w:type="pct"/>
            <w:shd w:val="clear" w:color="auto" w:fill="983620" w:themeFill="accent2"/>
          </w:tcPr>
          <w:p w14:paraId="07DD9A63" w14:textId="77777777" w:rsidR="0026113B" w:rsidRDefault="0026113B" w:rsidP="009D3676">
            <w:pPr>
              <w:pStyle w:val="NoSpacing"/>
            </w:pPr>
            <w:bookmarkStart w:id="0" w:name="_GoBack"/>
            <w:bookmarkEnd w:id="0"/>
          </w:p>
        </w:tc>
        <w:tc>
          <w:tcPr>
            <w:tcW w:w="105" w:type="pct"/>
          </w:tcPr>
          <w:p w14:paraId="5B787AEA" w14:textId="77777777" w:rsidR="0026113B" w:rsidRDefault="0026113B" w:rsidP="009D3676">
            <w:pPr>
              <w:pStyle w:val="NoSpacing"/>
            </w:pPr>
          </w:p>
        </w:tc>
        <w:tc>
          <w:tcPr>
            <w:tcW w:w="1696" w:type="pct"/>
            <w:shd w:val="clear" w:color="auto" w:fill="7F7F7F" w:themeFill="text1" w:themeFillTint="80"/>
          </w:tcPr>
          <w:p w14:paraId="381050A1" w14:textId="77777777" w:rsidR="0026113B" w:rsidRDefault="0026113B" w:rsidP="009D3676">
            <w:pPr>
              <w:pStyle w:val="NoSpacing"/>
            </w:pPr>
          </w:p>
        </w:tc>
      </w:tr>
      <w:tr w:rsidR="009D3676" w14:paraId="53EFC537" w14:textId="77777777" w:rsidTr="009D3676">
        <w:trPr>
          <w:trHeight w:val="720"/>
        </w:trPr>
        <w:tc>
          <w:tcPr>
            <w:tcW w:w="3199" w:type="pct"/>
            <w:vAlign w:val="bottom"/>
          </w:tcPr>
          <w:p w14:paraId="3304BB64" w14:textId="17DEA46E" w:rsidR="009D3676" w:rsidRDefault="00E46E5B" w:rsidP="009D3676">
            <w:sdt>
              <w:sdtPr>
                <w:rPr>
                  <w:sz w:val="72"/>
                  <w:szCs w:val="72"/>
                </w:rPr>
                <w:alias w:val="Subtitle"/>
                <w:tag w:val=""/>
                <w:id w:val="-738093506"/>
                <w:placeholder>
                  <w:docPart w:val="E25A8AAF151D1240825AE51430D0BEFE"/>
                </w:placeholder>
                <w:dataBinding w:prefixMappings="xmlns:ns0='http://purl.org/dc/elements/1.1/' xmlns:ns1='http://schemas.openxmlformats.org/package/2006/metadata/core-properties' " w:xpath="/ns1:coreProperties[1]/ns0:subject[1]" w:storeItemID="{6C3C8BC8-F283-45AE-878A-BAB7291924A1}"/>
                <w:text w:multiLine="1"/>
              </w:sdtPr>
              <w:sdtEndPr/>
              <w:sdtContent>
                <w:r w:rsidR="009D3676" w:rsidRPr="009D3676">
                  <w:rPr>
                    <w:sz w:val="72"/>
                    <w:szCs w:val="72"/>
                  </w:rPr>
                  <w:t xml:space="preserve">IB Business and Management </w:t>
                </w:r>
                <w:r w:rsidR="00F61A14">
                  <w:rPr>
                    <w:sz w:val="72"/>
                    <w:szCs w:val="72"/>
                  </w:rPr>
                  <w:t>11</w:t>
                </w:r>
              </w:sdtContent>
            </w:sdt>
          </w:p>
        </w:tc>
        <w:tc>
          <w:tcPr>
            <w:tcW w:w="105" w:type="pct"/>
            <w:vAlign w:val="bottom"/>
          </w:tcPr>
          <w:p w14:paraId="5795A95E" w14:textId="77777777" w:rsidR="009D3676" w:rsidRDefault="009D3676" w:rsidP="009D3676"/>
        </w:tc>
        <w:tc>
          <w:tcPr>
            <w:tcW w:w="1696" w:type="pct"/>
            <w:vAlign w:val="bottom"/>
          </w:tcPr>
          <w:p w14:paraId="4F06A533" w14:textId="0C3CA576" w:rsidR="009D3676" w:rsidRDefault="009D3676" w:rsidP="009D3676">
            <w:pPr>
              <w:pStyle w:val="Header"/>
            </w:pPr>
            <w:r>
              <w:t>First Trimester Sched</w:t>
            </w:r>
            <w:r w:rsidR="00E26A65">
              <w:t>ule:</w:t>
            </w:r>
            <w:r w:rsidR="00E26A65">
              <w:br/>
              <w:t>Tuesday 9:15am Soyla</w:t>
            </w:r>
          </w:p>
          <w:p w14:paraId="4CFC7237" w14:textId="77777777" w:rsidR="009D3676" w:rsidRDefault="009D3676" w:rsidP="009D3676">
            <w:pPr>
              <w:pStyle w:val="Header"/>
            </w:pPr>
            <w:r>
              <w:t>Thursday 9:15am Soyla</w:t>
            </w:r>
          </w:p>
          <w:p w14:paraId="0DA44F4D" w14:textId="7382EF9F" w:rsidR="00E26A65" w:rsidRDefault="00E26A65" w:rsidP="009D3676">
            <w:pPr>
              <w:pStyle w:val="Header"/>
            </w:pPr>
            <w:r>
              <w:t>Friday 10:45 Soyla</w:t>
            </w:r>
          </w:p>
          <w:p w14:paraId="0BB675E9" w14:textId="77777777" w:rsidR="009D3676" w:rsidRDefault="009D3676" w:rsidP="009D3676">
            <w:pPr>
              <w:pStyle w:val="Header"/>
            </w:pPr>
            <w:r>
              <w:t>Instructor: Amy Jacobs</w:t>
            </w:r>
          </w:p>
          <w:p w14:paraId="71D61B85" w14:textId="77777777" w:rsidR="009D3676" w:rsidRDefault="009D3676" w:rsidP="009D3676">
            <w:pPr>
              <w:pStyle w:val="Header"/>
            </w:pPr>
            <w:r>
              <w:t xml:space="preserve">Email address: </w:t>
            </w:r>
            <w:hyperlink r:id="rId8" w:history="1">
              <w:r w:rsidRPr="00F66FD6">
                <w:rPr>
                  <w:rStyle w:val="Hyperlink"/>
                </w:rPr>
                <w:t>missamy@lapazschool.org</w:t>
              </w:r>
            </w:hyperlink>
          </w:p>
          <w:p w14:paraId="3DEAC024" w14:textId="77777777" w:rsidR="009D3676" w:rsidRDefault="009D3676" w:rsidP="009D3676">
            <w:pPr>
              <w:pStyle w:val="Header"/>
            </w:pPr>
            <w:r>
              <w:t>Phone: 8304-0001</w:t>
            </w:r>
          </w:p>
          <w:p w14:paraId="71DA049C" w14:textId="77777777" w:rsidR="009D3676" w:rsidRDefault="009D3676" w:rsidP="009D3676">
            <w:pPr>
              <w:pStyle w:val="Header"/>
            </w:pPr>
          </w:p>
        </w:tc>
      </w:tr>
      <w:tr w:rsidR="009D3676" w14:paraId="4F1005EF" w14:textId="77777777" w:rsidTr="009D3676">
        <w:tc>
          <w:tcPr>
            <w:tcW w:w="3199" w:type="pct"/>
            <w:shd w:val="clear" w:color="auto" w:fill="983620" w:themeFill="accent2"/>
          </w:tcPr>
          <w:p w14:paraId="306DA23A" w14:textId="77777777" w:rsidR="009D3676" w:rsidRDefault="009D3676" w:rsidP="009D3676">
            <w:pPr>
              <w:pStyle w:val="NoSpacing"/>
            </w:pPr>
          </w:p>
        </w:tc>
        <w:tc>
          <w:tcPr>
            <w:tcW w:w="105" w:type="pct"/>
          </w:tcPr>
          <w:p w14:paraId="78F55D57" w14:textId="77777777" w:rsidR="009D3676" w:rsidRDefault="009D3676" w:rsidP="009D3676">
            <w:pPr>
              <w:pStyle w:val="NoSpacing"/>
            </w:pPr>
          </w:p>
        </w:tc>
        <w:tc>
          <w:tcPr>
            <w:tcW w:w="1696" w:type="pct"/>
            <w:shd w:val="clear" w:color="auto" w:fill="7F7F7F" w:themeFill="text1" w:themeFillTint="80"/>
          </w:tcPr>
          <w:p w14:paraId="780ABD60" w14:textId="77777777" w:rsidR="009D3676" w:rsidRDefault="009D3676" w:rsidP="009D3676">
            <w:pPr>
              <w:pStyle w:val="NoSpacing"/>
            </w:pPr>
          </w:p>
        </w:tc>
      </w:tr>
    </w:tbl>
    <w:tbl>
      <w:tblPr>
        <w:tblW w:w="4936" w:type="pct"/>
        <w:tblInd w:w="144" w:type="dxa"/>
        <w:tblLook w:val="04A0" w:firstRow="1" w:lastRow="0" w:firstColumn="1" w:lastColumn="0" w:noHBand="0" w:noVBand="1"/>
      </w:tblPr>
      <w:tblGrid>
        <w:gridCol w:w="7092"/>
        <w:gridCol w:w="228"/>
        <w:gridCol w:w="3839"/>
      </w:tblGrid>
      <w:tr w:rsidR="00FD28DD" w14:paraId="3EC191FA" w14:textId="77777777" w:rsidTr="00FD28DD">
        <w:trPr>
          <w:trHeight w:val="2160"/>
        </w:trPr>
        <w:tc>
          <w:tcPr>
            <w:tcW w:w="3178" w:type="pct"/>
          </w:tcPr>
          <w:p w14:paraId="34C0779E" w14:textId="6B081909" w:rsidR="00FD28DD" w:rsidRDefault="00FD28DD" w:rsidP="00FD28DD">
            <w:pPr>
              <w:pStyle w:val="Heading1"/>
            </w:pPr>
            <w:r>
              <w:t>Overview</w:t>
            </w:r>
          </w:p>
          <w:p w14:paraId="56B9C16A" w14:textId="77777777" w:rsidR="00FD28DD" w:rsidRPr="0055491E" w:rsidRDefault="00FD28DD" w:rsidP="00FD28DD">
            <w:r>
              <w:rPr>
                <w:rFonts w:eastAsiaTheme="minorHAnsi"/>
                <w:bCs/>
                <w:color w:val="auto"/>
              </w:rPr>
              <w:t xml:space="preserve">Business and Management is designed to develop students’ knowledge and understanding of business management theories.  They will learn to analyze, discuss and evaluate business activities by learning tools and techniques in the areas of marketing, finance, operations and human resources. </w:t>
            </w:r>
          </w:p>
          <w:p w14:paraId="2F3DD142" w14:textId="77777777" w:rsidR="00FD28DD" w:rsidRPr="00C6360D" w:rsidRDefault="00FD28DD" w:rsidP="00FD28DD">
            <w:pPr>
              <w:pStyle w:val="Heading1"/>
            </w:pPr>
            <w:r>
              <w:t>Goals</w:t>
            </w:r>
          </w:p>
          <w:p w14:paraId="71918AF8"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promote the importance of exploring business issues from different cultural perspectives </w:t>
            </w:r>
          </w:p>
          <w:p w14:paraId="778D3C8F"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encourage a holistic view of the world of business </w:t>
            </w:r>
          </w:p>
          <w:p w14:paraId="00592C85"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enable the student to develop the capacity to think critically about individual and </w:t>
            </w:r>
            <w:r>
              <w:rPr>
                <w:rFonts w:asciiTheme="minorHAnsi" w:hAnsiTheme="minorHAnsi"/>
                <w:sz w:val="22"/>
                <w:szCs w:val="22"/>
              </w:rPr>
              <w:t>organizational behavior</w:t>
            </w:r>
          </w:p>
          <w:p w14:paraId="780D9373"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enhance the student's ability to make informed business decisions </w:t>
            </w:r>
          </w:p>
          <w:p w14:paraId="3BDE9844" w14:textId="77777777" w:rsidR="00475E30" w:rsidRPr="00475E30" w:rsidRDefault="00475E30" w:rsidP="00475E30">
            <w:pPr>
              <w:pStyle w:val="NormalWeb"/>
              <w:numPr>
                <w:ilvl w:val="0"/>
                <w:numId w:val="10"/>
              </w:numPr>
              <w:rPr>
                <w:rFonts w:asciiTheme="minorHAnsi" w:hAnsiTheme="minorHAnsi"/>
              </w:rPr>
            </w:pPr>
            <w:r w:rsidRPr="00475E30">
              <w:rPr>
                <w:rFonts w:asciiTheme="minorHAnsi" w:hAnsiTheme="minorHAnsi"/>
                <w:sz w:val="22"/>
                <w:szCs w:val="22"/>
              </w:rPr>
              <w:t xml:space="preserve">enable the student to appreciate the nature and significance of change in a local, regional and </w:t>
            </w:r>
            <w:r>
              <w:rPr>
                <w:rFonts w:asciiTheme="minorHAnsi" w:hAnsiTheme="minorHAnsi"/>
                <w:sz w:val="22"/>
                <w:szCs w:val="22"/>
              </w:rPr>
              <w:t>global context</w:t>
            </w:r>
          </w:p>
          <w:p w14:paraId="658449BC" w14:textId="77777777" w:rsidR="00FD28DD" w:rsidRPr="0000326C" w:rsidRDefault="00475E30" w:rsidP="00FD28DD">
            <w:pPr>
              <w:pStyle w:val="NormalWeb"/>
              <w:numPr>
                <w:ilvl w:val="0"/>
                <w:numId w:val="10"/>
              </w:numPr>
              <w:rPr>
                <w:rFonts w:asciiTheme="minorHAnsi" w:hAnsiTheme="minorHAnsi"/>
              </w:rPr>
            </w:pPr>
            <w:r w:rsidRPr="00475E30">
              <w:rPr>
                <w:rFonts w:asciiTheme="minorHAnsi" w:hAnsiTheme="minorHAnsi"/>
                <w:sz w:val="22"/>
                <w:szCs w:val="22"/>
              </w:rPr>
              <w:t>promote awareness of social, cultural and ethical factors in the actions of organizations and</w:t>
            </w:r>
            <w:r>
              <w:rPr>
                <w:rFonts w:asciiTheme="minorHAnsi" w:hAnsiTheme="minorHAnsi"/>
                <w:sz w:val="22"/>
                <w:szCs w:val="22"/>
              </w:rPr>
              <w:t xml:space="preserve"> </w:t>
            </w:r>
            <w:r w:rsidRPr="00475E30">
              <w:rPr>
                <w:rFonts w:asciiTheme="minorHAnsi" w:hAnsiTheme="minorHAnsi"/>
                <w:sz w:val="22"/>
                <w:szCs w:val="22"/>
              </w:rPr>
              <w:t>ind</w:t>
            </w:r>
            <w:r w:rsidR="0000326C">
              <w:rPr>
                <w:rFonts w:asciiTheme="minorHAnsi" w:hAnsiTheme="minorHAnsi"/>
                <w:sz w:val="22"/>
                <w:szCs w:val="22"/>
              </w:rPr>
              <w:t>ividuals in those organizations.</w:t>
            </w:r>
          </w:p>
          <w:p w14:paraId="1F0D93C1" w14:textId="77777777" w:rsidR="00FD28DD" w:rsidRDefault="00FD28DD" w:rsidP="00FD28DD">
            <w:pPr>
              <w:pStyle w:val="Heading1"/>
            </w:pPr>
            <w:r>
              <w:t>Evaluation</w:t>
            </w:r>
          </w:p>
          <w:p w14:paraId="34F26D1A" w14:textId="77777777" w:rsidR="00FD28DD" w:rsidRDefault="00141B5C" w:rsidP="00FD28DD">
            <w:r>
              <w:t>In this trimester, students will draft business plans, execute SWOT and PEST analyses to tackle different issues when starting a business.  Case studies will be used for students to demonstrate understanding and to apply the decision-making skills learned in this unit.</w:t>
            </w:r>
          </w:p>
          <w:p w14:paraId="53504AE0" w14:textId="4A554858" w:rsidR="002B4449" w:rsidRDefault="002B4449" w:rsidP="00FD28DD">
            <w:pPr>
              <w:rPr>
                <w:color w:val="983620" w:themeColor="accent2"/>
                <w:sz w:val="28"/>
                <w:szCs w:val="28"/>
              </w:rPr>
            </w:pPr>
            <w:r w:rsidRPr="002B4449">
              <w:rPr>
                <w:color w:val="983620" w:themeColor="accent2"/>
                <w:sz w:val="28"/>
                <w:szCs w:val="28"/>
              </w:rPr>
              <w:t>Units</w:t>
            </w:r>
          </w:p>
          <w:p w14:paraId="44C5310F" w14:textId="2E967547" w:rsidR="002B4449" w:rsidRDefault="002B4449" w:rsidP="00FD28DD">
            <w:pPr>
              <w:rPr>
                <w:color w:val="auto"/>
                <w:szCs w:val="20"/>
              </w:rPr>
            </w:pPr>
            <w:r>
              <w:rPr>
                <w:color w:val="auto"/>
                <w:szCs w:val="20"/>
              </w:rPr>
              <w:t>Business Organization and Environment – 1</w:t>
            </w:r>
            <w:r w:rsidRPr="002B4449">
              <w:rPr>
                <w:color w:val="auto"/>
                <w:szCs w:val="20"/>
                <w:vertAlign w:val="superscript"/>
              </w:rPr>
              <w:t>st</w:t>
            </w:r>
            <w:r w:rsidR="00E26A65">
              <w:rPr>
                <w:color w:val="auto"/>
                <w:szCs w:val="20"/>
              </w:rPr>
              <w:t xml:space="preserve"> trimester Year 1</w:t>
            </w:r>
          </w:p>
          <w:p w14:paraId="6373D801" w14:textId="5D1DE6CE" w:rsidR="002B4449" w:rsidRDefault="00E26A65" w:rsidP="00FD28DD">
            <w:pPr>
              <w:rPr>
                <w:color w:val="auto"/>
                <w:szCs w:val="20"/>
              </w:rPr>
            </w:pPr>
            <w:r>
              <w:rPr>
                <w:color w:val="auto"/>
                <w:szCs w:val="20"/>
              </w:rPr>
              <w:t>Finance</w:t>
            </w:r>
            <w:r w:rsidR="002B4449">
              <w:rPr>
                <w:color w:val="auto"/>
                <w:szCs w:val="20"/>
              </w:rPr>
              <w:t xml:space="preserve"> - 2</w:t>
            </w:r>
            <w:r w:rsidR="002B4449" w:rsidRPr="002B4449">
              <w:rPr>
                <w:color w:val="auto"/>
                <w:szCs w:val="20"/>
                <w:vertAlign w:val="superscript"/>
              </w:rPr>
              <w:t>nd</w:t>
            </w:r>
            <w:r>
              <w:rPr>
                <w:color w:val="auto"/>
                <w:szCs w:val="20"/>
              </w:rPr>
              <w:t xml:space="preserve"> trimester Year 1</w:t>
            </w:r>
          </w:p>
          <w:p w14:paraId="214893EB" w14:textId="5F2C47A6" w:rsidR="002B4449" w:rsidRDefault="00E26A65" w:rsidP="00FD28DD">
            <w:pPr>
              <w:rPr>
                <w:color w:val="auto"/>
                <w:szCs w:val="20"/>
              </w:rPr>
            </w:pPr>
            <w:r>
              <w:rPr>
                <w:color w:val="auto"/>
                <w:szCs w:val="20"/>
              </w:rPr>
              <w:t>Human Resource Management</w:t>
            </w:r>
            <w:r w:rsidR="002B4449">
              <w:rPr>
                <w:color w:val="auto"/>
                <w:szCs w:val="20"/>
                <w:vertAlign w:val="superscript"/>
              </w:rPr>
              <w:t xml:space="preserve"> </w:t>
            </w:r>
            <w:r w:rsidR="00FA220F">
              <w:rPr>
                <w:color w:val="auto"/>
                <w:szCs w:val="20"/>
              </w:rPr>
              <w:t xml:space="preserve"> - 3</w:t>
            </w:r>
            <w:r w:rsidR="00FA220F" w:rsidRPr="00FA220F">
              <w:rPr>
                <w:color w:val="auto"/>
                <w:szCs w:val="20"/>
                <w:vertAlign w:val="superscript"/>
              </w:rPr>
              <w:t>rd</w:t>
            </w:r>
            <w:r w:rsidR="00FA220F">
              <w:rPr>
                <w:color w:val="auto"/>
                <w:szCs w:val="20"/>
              </w:rPr>
              <w:t xml:space="preserve"> t</w:t>
            </w:r>
            <w:r>
              <w:rPr>
                <w:color w:val="auto"/>
                <w:szCs w:val="20"/>
              </w:rPr>
              <w:t>rimester Year 1</w:t>
            </w:r>
          </w:p>
          <w:p w14:paraId="2A272981" w14:textId="756C2448" w:rsidR="002B4449" w:rsidRDefault="00E26A65" w:rsidP="00FD28DD">
            <w:pPr>
              <w:rPr>
                <w:color w:val="auto"/>
                <w:szCs w:val="20"/>
              </w:rPr>
            </w:pPr>
            <w:r>
              <w:rPr>
                <w:color w:val="auto"/>
                <w:szCs w:val="20"/>
              </w:rPr>
              <w:t>Marketing</w:t>
            </w:r>
            <w:r w:rsidR="00FA220F">
              <w:rPr>
                <w:color w:val="auto"/>
                <w:szCs w:val="20"/>
              </w:rPr>
              <w:t>– 1</w:t>
            </w:r>
            <w:r w:rsidR="00FA220F" w:rsidRPr="00FA220F">
              <w:rPr>
                <w:color w:val="auto"/>
                <w:szCs w:val="20"/>
                <w:vertAlign w:val="superscript"/>
              </w:rPr>
              <w:t>st</w:t>
            </w:r>
            <w:r w:rsidR="00FA220F">
              <w:rPr>
                <w:color w:val="auto"/>
                <w:szCs w:val="20"/>
              </w:rPr>
              <w:t xml:space="preserve"> </w:t>
            </w:r>
            <w:r>
              <w:rPr>
                <w:color w:val="auto"/>
                <w:szCs w:val="20"/>
              </w:rPr>
              <w:t>trimester Year 2</w:t>
            </w:r>
          </w:p>
          <w:p w14:paraId="7E6EA57F" w14:textId="6D02B1F7" w:rsidR="002B4449" w:rsidRDefault="002B4449" w:rsidP="00FD28DD">
            <w:pPr>
              <w:rPr>
                <w:color w:val="auto"/>
                <w:szCs w:val="20"/>
              </w:rPr>
            </w:pPr>
            <w:r>
              <w:rPr>
                <w:color w:val="auto"/>
                <w:szCs w:val="20"/>
              </w:rPr>
              <w:t xml:space="preserve">Operations </w:t>
            </w:r>
            <w:r w:rsidR="00FA220F">
              <w:rPr>
                <w:color w:val="auto"/>
                <w:szCs w:val="20"/>
              </w:rPr>
              <w:t xml:space="preserve">– </w:t>
            </w:r>
            <w:r w:rsidR="00E26A65">
              <w:rPr>
                <w:color w:val="auto"/>
                <w:szCs w:val="20"/>
              </w:rPr>
              <w:t>2nd</w:t>
            </w:r>
            <w:r w:rsidR="00FA220F">
              <w:rPr>
                <w:color w:val="auto"/>
                <w:szCs w:val="20"/>
              </w:rPr>
              <w:t xml:space="preserve"> </w:t>
            </w:r>
            <w:r w:rsidR="00E26A65">
              <w:rPr>
                <w:color w:val="auto"/>
                <w:szCs w:val="20"/>
              </w:rPr>
              <w:t>trimester Year 2</w:t>
            </w:r>
          </w:p>
          <w:p w14:paraId="54C02995" w14:textId="77777777" w:rsidR="002B4449" w:rsidRPr="002B4449" w:rsidRDefault="002B4449" w:rsidP="00FD28DD">
            <w:pPr>
              <w:rPr>
                <w:color w:val="auto"/>
                <w:szCs w:val="20"/>
              </w:rPr>
            </w:pPr>
          </w:p>
          <w:p w14:paraId="5BF7E52A" w14:textId="77777777" w:rsidR="002B4449" w:rsidRPr="002B4449" w:rsidRDefault="002B4449" w:rsidP="00FD28DD">
            <w:pPr>
              <w:rPr>
                <w:color w:val="983620" w:themeColor="accent2"/>
                <w:sz w:val="28"/>
                <w:szCs w:val="28"/>
              </w:rPr>
            </w:pPr>
          </w:p>
          <w:p w14:paraId="66EA2083" w14:textId="77777777" w:rsidR="002B4449" w:rsidRPr="00AA218C" w:rsidRDefault="002B4449" w:rsidP="00FD28DD">
            <w:pPr>
              <w:rPr>
                <w:bCs/>
                <w:color w:val="auto"/>
                <w:sz w:val="28"/>
                <w:szCs w:val="28"/>
              </w:rPr>
            </w:pPr>
          </w:p>
        </w:tc>
        <w:tc>
          <w:tcPr>
            <w:tcW w:w="102" w:type="pct"/>
          </w:tcPr>
          <w:p w14:paraId="3EEE33C8" w14:textId="77777777" w:rsidR="00FD28DD" w:rsidRDefault="00FD28DD" w:rsidP="00FD28DD"/>
        </w:tc>
        <w:tc>
          <w:tcPr>
            <w:tcW w:w="1720" w:type="pct"/>
          </w:tcPr>
          <w:p w14:paraId="5345529A" w14:textId="77777777" w:rsidR="00FD28DD" w:rsidRDefault="00FD28DD" w:rsidP="00FD28DD">
            <w:pPr>
              <w:pStyle w:val="Heading2"/>
            </w:pPr>
            <w:r>
              <w:t>Necessary tools</w:t>
            </w:r>
          </w:p>
          <w:p w14:paraId="257EBAB5" w14:textId="77777777" w:rsidR="00FD28DD" w:rsidRDefault="00FD28DD" w:rsidP="00FD28DD">
            <w:r>
              <w:t>In order to be successful in the program:</w:t>
            </w:r>
          </w:p>
          <w:p w14:paraId="09CD86A7" w14:textId="77777777" w:rsidR="0000326C" w:rsidRDefault="0000326C" w:rsidP="00FD28DD">
            <w:r>
              <w:t>You will need a computer that you can use to collaborate on Google docs and other on line platforms.</w:t>
            </w:r>
          </w:p>
          <w:p w14:paraId="2CB3606D" w14:textId="012F9EE0" w:rsidR="0000326C" w:rsidRDefault="0000326C" w:rsidP="00FD28DD">
            <w:r>
              <w:t>You will need a calcu</w:t>
            </w:r>
            <w:r w:rsidR="00E26A65">
              <w:t xml:space="preserve">lator for some calculations in finance.  </w:t>
            </w:r>
          </w:p>
          <w:p w14:paraId="1AEEB172" w14:textId="2430534E" w:rsidR="00E26A65" w:rsidRDefault="00E26A65" w:rsidP="00FD28DD">
            <w:r>
              <w:t>You will need a notebook dedicated to this class for case studies.</w:t>
            </w:r>
          </w:p>
          <w:p w14:paraId="7887126E" w14:textId="77777777" w:rsidR="00FD28DD" w:rsidRPr="00C433A6" w:rsidRDefault="00FD28DD" w:rsidP="00FD28DD">
            <w:pPr>
              <w:pStyle w:val="ListParagraph"/>
            </w:pPr>
          </w:p>
          <w:p w14:paraId="70DB082F" w14:textId="77777777" w:rsidR="00FD28DD" w:rsidRDefault="0000326C" w:rsidP="00FD28DD">
            <w:pPr>
              <w:pStyle w:val="Heading2"/>
            </w:pPr>
            <w:r>
              <w:t xml:space="preserve">First Trimester </w:t>
            </w:r>
          </w:p>
          <w:p w14:paraId="1DD5E797" w14:textId="77777777" w:rsidR="0000326C" w:rsidRDefault="0000326C" w:rsidP="0000326C">
            <w:r>
              <w:t>Nature of business activity</w:t>
            </w:r>
          </w:p>
          <w:p w14:paraId="322250B7" w14:textId="77777777" w:rsidR="0000326C" w:rsidRDefault="0000326C" w:rsidP="0000326C">
            <w:r>
              <w:t>Types of organizations</w:t>
            </w:r>
          </w:p>
          <w:p w14:paraId="697F538C" w14:textId="77777777" w:rsidR="0000326C" w:rsidRDefault="0000326C" w:rsidP="0000326C">
            <w:r>
              <w:t>Organizational objectives</w:t>
            </w:r>
          </w:p>
          <w:p w14:paraId="54B4FE3F" w14:textId="77777777" w:rsidR="0000326C" w:rsidRDefault="00F100B5" w:rsidP="0000326C">
            <w:r>
              <w:t>Stakeholders</w:t>
            </w:r>
          </w:p>
          <w:p w14:paraId="3E8A8F4D" w14:textId="77777777" w:rsidR="00F100B5" w:rsidRDefault="00F100B5" w:rsidP="0000326C">
            <w:r>
              <w:t>The external business environment</w:t>
            </w:r>
          </w:p>
          <w:p w14:paraId="64A863B3" w14:textId="77777777" w:rsidR="00F100B5" w:rsidRDefault="00F100B5" w:rsidP="0000326C">
            <w:r>
              <w:t>Organizational planning tools</w:t>
            </w:r>
          </w:p>
          <w:p w14:paraId="2B05A4FE" w14:textId="77777777" w:rsidR="00F100B5" w:rsidRDefault="00F100B5" w:rsidP="0000326C">
            <w:r>
              <w:t>Growth and evolution of a business</w:t>
            </w:r>
          </w:p>
          <w:p w14:paraId="12976B62" w14:textId="77777777" w:rsidR="00F100B5" w:rsidRPr="0000326C" w:rsidRDefault="00F100B5" w:rsidP="0000326C">
            <w:r>
              <w:t>Globalization</w:t>
            </w:r>
          </w:p>
          <w:p w14:paraId="55FF508A" w14:textId="77777777" w:rsidR="00FD28DD" w:rsidRPr="0058353E" w:rsidRDefault="00FD28DD" w:rsidP="00FD28DD">
            <w:pPr>
              <w:pStyle w:val="BlockText"/>
            </w:pPr>
          </w:p>
        </w:tc>
      </w:tr>
    </w:tbl>
    <w:p w14:paraId="230A077A" w14:textId="521A337D" w:rsidR="00FD28DD" w:rsidRDefault="00FD28DD" w:rsidP="00FD28DD"/>
    <w:p w14:paraId="52CD9D20" w14:textId="77777777" w:rsidR="00416259" w:rsidRDefault="00416259"/>
    <w:p w14:paraId="3511AB3E" w14:textId="77777777" w:rsidR="00FD28DD" w:rsidRDefault="00FD28DD" w:rsidP="00FD28DD"/>
    <w:p w14:paraId="01E34278" w14:textId="77777777" w:rsidR="009D3676" w:rsidRDefault="009D3676" w:rsidP="00FD28DD">
      <w:pPr>
        <w:pStyle w:val="Heading1"/>
        <w:spacing w:line="240" w:lineRule="auto"/>
      </w:pPr>
    </w:p>
    <w:sectPr w:rsidR="009D3676" w:rsidSect="00416259">
      <w:footerReference w:type="default" r:id="rId9"/>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CC170" w14:textId="77777777" w:rsidR="002B4449" w:rsidRDefault="002B4449">
      <w:pPr>
        <w:spacing w:after="0" w:line="240" w:lineRule="auto"/>
      </w:pPr>
      <w:r>
        <w:separator/>
      </w:r>
    </w:p>
  </w:endnote>
  <w:endnote w:type="continuationSeparator" w:id="0">
    <w:p w14:paraId="106A40FE" w14:textId="77777777" w:rsidR="002B4449" w:rsidRDefault="002B4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2B4449" w14:paraId="3C82491A" w14:textId="77777777" w:rsidTr="00416259">
      <w:tc>
        <w:tcPr>
          <w:tcW w:w="3200" w:type="pct"/>
          <w:shd w:val="clear" w:color="auto" w:fill="983620" w:themeFill="accent2"/>
        </w:tcPr>
        <w:p w14:paraId="19BFF3DB" w14:textId="77777777" w:rsidR="002B4449" w:rsidRDefault="002B4449" w:rsidP="00416259">
          <w:pPr>
            <w:pStyle w:val="NoSpacing"/>
          </w:pPr>
        </w:p>
      </w:tc>
      <w:tc>
        <w:tcPr>
          <w:tcW w:w="104" w:type="pct"/>
        </w:tcPr>
        <w:p w14:paraId="73FADF37" w14:textId="77777777" w:rsidR="002B4449" w:rsidRDefault="002B4449" w:rsidP="00416259">
          <w:pPr>
            <w:pStyle w:val="NoSpacing"/>
          </w:pPr>
        </w:p>
      </w:tc>
      <w:tc>
        <w:tcPr>
          <w:tcW w:w="1700" w:type="pct"/>
          <w:shd w:val="clear" w:color="auto" w:fill="7F7F7F" w:themeFill="text1" w:themeFillTint="80"/>
        </w:tcPr>
        <w:p w14:paraId="7A5225D5" w14:textId="77777777" w:rsidR="002B4449" w:rsidRDefault="002B4449" w:rsidP="00416259">
          <w:pPr>
            <w:pStyle w:val="NoSpacing"/>
          </w:pPr>
        </w:p>
      </w:tc>
    </w:tr>
    <w:tr w:rsidR="002B4449" w14:paraId="17192B5A" w14:textId="77777777" w:rsidTr="00416259">
      <w:tc>
        <w:tcPr>
          <w:tcW w:w="3200" w:type="pct"/>
          <w:vAlign w:val="bottom"/>
        </w:tcPr>
        <w:sdt>
          <w:sdtPr>
            <w:alias w:val="Subtitle"/>
            <w:tag w:val=""/>
            <w:id w:val="-6520578"/>
            <w:placeholder>
              <w:docPart w:val="81ECF8A3DB382442A17170DA728D0406"/>
            </w:placeholder>
            <w:dataBinding w:prefixMappings="xmlns:ns0='http://purl.org/dc/elements/1.1/' xmlns:ns1='http://schemas.openxmlformats.org/package/2006/metadata/core-properties' " w:xpath="/ns1:coreProperties[1]/ns0:subject[1]" w:storeItemID="{6C3C8BC8-F283-45AE-878A-BAB7291924A1}"/>
            <w:text w:multiLine="1"/>
          </w:sdtPr>
          <w:sdtEndPr/>
          <w:sdtContent>
            <w:p w14:paraId="6D3B337F" w14:textId="4654862A" w:rsidR="002B4449" w:rsidRPr="0055491E" w:rsidRDefault="00F61A14" w:rsidP="00416259">
              <w:pPr>
                <w:pStyle w:val="Footer"/>
                <w:rPr>
                  <w:color w:val="404040" w:themeColor="text1" w:themeTint="BF"/>
                </w:rPr>
              </w:pPr>
              <w:r>
                <w:t>IB Business and Management 11</w:t>
              </w:r>
            </w:p>
          </w:sdtContent>
        </w:sdt>
      </w:tc>
      <w:tc>
        <w:tcPr>
          <w:tcW w:w="104" w:type="pct"/>
          <w:vAlign w:val="bottom"/>
        </w:tcPr>
        <w:p w14:paraId="1333932A" w14:textId="77777777" w:rsidR="002B4449" w:rsidRDefault="002B4449" w:rsidP="00416259">
          <w:pPr>
            <w:pStyle w:val="Footer"/>
          </w:pPr>
        </w:p>
      </w:tc>
      <w:tc>
        <w:tcPr>
          <w:tcW w:w="1700" w:type="pct"/>
          <w:vAlign w:val="bottom"/>
        </w:tcPr>
        <w:p w14:paraId="3CA167D5" w14:textId="77777777" w:rsidR="002B4449" w:rsidRDefault="002B4449" w:rsidP="00416259">
          <w:pPr>
            <w:pStyle w:val="FooterRight"/>
          </w:pPr>
          <w:r>
            <w:fldChar w:fldCharType="begin"/>
          </w:r>
          <w:r>
            <w:instrText xml:space="preserve"> Page </w:instrText>
          </w:r>
          <w:r>
            <w:fldChar w:fldCharType="separate"/>
          </w:r>
          <w:r w:rsidR="00E46E5B">
            <w:rPr>
              <w:noProof/>
            </w:rPr>
            <w:t>1</w:t>
          </w:r>
          <w:r>
            <w:fldChar w:fldCharType="end"/>
          </w:r>
        </w:p>
      </w:tc>
    </w:tr>
  </w:tbl>
  <w:p w14:paraId="3BA0CE6C" w14:textId="77777777" w:rsidR="002B4449" w:rsidRDefault="002B4449" w:rsidP="00D407E0">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99A03" w14:textId="77777777" w:rsidR="002B4449" w:rsidRDefault="002B4449">
      <w:pPr>
        <w:spacing w:after="0" w:line="240" w:lineRule="auto"/>
      </w:pPr>
      <w:r>
        <w:separator/>
      </w:r>
    </w:p>
  </w:footnote>
  <w:footnote w:type="continuationSeparator" w:id="0">
    <w:p w14:paraId="265188FB" w14:textId="77777777" w:rsidR="002B4449" w:rsidRDefault="002B444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lvlText w:val="n"/>
      <w:lvlJc w:val="left"/>
      <w:pPr>
        <w:tabs>
          <w:tab w:val="num" w:pos="360"/>
        </w:tabs>
        <w:ind w:left="360" w:hanging="360"/>
      </w:pPr>
      <w:rPr>
        <w:rFonts w:ascii="Wingdings" w:hAnsi="Wingdings" w:hint="default"/>
        <w:color w:val="983620" w:themeColor="accent2"/>
      </w:rPr>
    </w:lvl>
  </w:abstractNum>
  <w:abstractNum w:abstractNumId="3">
    <w:nsid w:val="04DB6A94"/>
    <w:multiLevelType w:val="multilevel"/>
    <w:tmpl w:val="183A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A7493F"/>
    <w:multiLevelType w:val="hybridMultilevel"/>
    <w:tmpl w:val="C6BA5682"/>
    <w:lvl w:ilvl="0" w:tplc="A40AA9C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81324"/>
    <w:multiLevelType w:val="hybridMultilevel"/>
    <w:tmpl w:val="14C41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0"/>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8DF"/>
    <w:rsid w:val="0000326C"/>
    <w:rsid w:val="00062EFE"/>
    <w:rsid w:val="00141B5C"/>
    <w:rsid w:val="00165340"/>
    <w:rsid w:val="00194F1D"/>
    <w:rsid w:val="001B0AD3"/>
    <w:rsid w:val="0026113B"/>
    <w:rsid w:val="002B4449"/>
    <w:rsid w:val="00416259"/>
    <w:rsid w:val="00475E30"/>
    <w:rsid w:val="0055491E"/>
    <w:rsid w:val="005608DF"/>
    <w:rsid w:val="00590CD1"/>
    <w:rsid w:val="006103BD"/>
    <w:rsid w:val="00640151"/>
    <w:rsid w:val="0072397C"/>
    <w:rsid w:val="007D172C"/>
    <w:rsid w:val="008826FB"/>
    <w:rsid w:val="008C2A28"/>
    <w:rsid w:val="008C4950"/>
    <w:rsid w:val="00935BA7"/>
    <w:rsid w:val="009763B8"/>
    <w:rsid w:val="009D3676"/>
    <w:rsid w:val="009F709B"/>
    <w:rsid w:val="00A058E5"/>
    <w:rsid w:val="00A501EB"/>
    <w:rsid w:val="00D40758"/>
    <w:rsid w:val="00D407E0"/>
    <w:rsid w:val="00D64711"/>
    <w:rsid w:val="00D81BC6"/>
    <w:rsid w:val="00E26A65"/>
    <w:rsid w:val="00E46E5B"/>
    <w:rsid w:val="00E84E02"/>
    <w:rsid w:val="00EC57D1"/>
    <w:rsid w:val="00F100B5"/>
    <w:rsid w:val="00F445ED"/>
    <w:rsid w:val="00F61A14"/>
    <w:rsid w:val="00F73F39"/>
    <w:rsid w:val="00FA220F"/>
    <w:rsid w:val="00FB097F"/>
    <w:rsid w:val="00FD28DD"/>
    <w:rsid w:val="00FE4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2F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character" w:styleId="Hyperlink">
    <w:name w:val="Hyperlink"/>
    <w:basedOn w:val="DefaultParagraphFont"/>
    <w:uiPriority w:val="99"/>
    <w:unhideWhenUsed/>
    <w:rsid w:val="009D3676"/>
    <w:rPr>
      <w:color w:val="524A82" w:themeColor="hyperlink"/>
      <w:u w:val="single"/>
    </w:rPr>
  </w:style>
  <w:style w:type="paragraph" w:styleId="ListParagraph">
    <w:name w:val="List Paragraph"/>
    <w:basedOn w:val="Normal"/>
    <w:uiPriority w:val="34"/>
    <w:unhideWhenUsed/>
    <w:qFormat/>
    <w:rsid w:val="00FD28DD"/>
    <w:pPr>
      <w:ind w:left="720"/>
      <w:contextualSpacing/>
    </w:pPr>
  </w:style>
  <w:style w:type="paragraph" w:styleId="NormalWeb">
    <w:name w:val="Normal (Web)"/>
    <w:basedOn w:val="Normal"/>
    <w:uiPriority w:val="99"/>
    <w:unhideWhenUsed/>
    <w:rsid w:val="00475E30"/>
    <w:pPr>
      <w:spacing w:before="100" w:beforeAutospacing="1" w:after="100" w:afterAutospacing="1" w:line="240" w:lineRule="auto"/>
    </w:pPr>
    <w:rPr>
      <w:rFonts w:ascii="Times" w:hAnsi="Times" w:cs="Times New Roman"/>
      <w:color w:val="auto"/>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uiPriority="1" w:qFormat="1"/>
    <w:lsdException w:name="Title" w:semiHidden="0" w:uiPriority="9" w:unhideWhenUsed="0" w:qFormat="1"/>
    <w:lsdException w:name="Default Paragraph Font" w:uiPriority="1"/>
    <w:lsdException w:name="Subtitle" w:semiHidden="0" w:uiPriority="9" w:unhideWhenUsed="0" w:qFormat="1"/>
    <w:lsdException w:name="Date" w:uiPriority="1" w:qFormat="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16259"/>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9F709B"/>
    <w:pPr>
      <w:keepNext/>
      <w:keepLines/>
      <w:spacing w:before="360" w:after="120"/>
      <w:outlineLvl w:val="1"/>
    </w:pPr>
    <w:rPr>
      <w:rFonts w:asciiTheme="majorHAnsi" w:eastAsiaTheme="majorEastAsia" w:hAnsiTheme="majorHAnsi" w:cstheme="majorBidi"/>
      <w:bCs/>
      <w:color w:val="7F7F7F" w:themeColor="text1" w:themeTint="80"/>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9F709B"/>
    <w:rPr>
      <w:rFonts w:asciiTheme="majorHAnsi" w:eastAsiaTheme="majorEastAsia" w:hAnsiTheme="majorHAnsi" w:cstheme="majorBidi"/>
      <w:bCs/>
      <w:color w:val="7F7F7F" w:themeColor="text1" w:themeTint="80"/>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BalloonText">
    <w:name w:val="Balloon Text"/>
    <w:basedOn w:val="Normal"/>
    <w:link w:val="BalloonTextChar"/>
    <w:uiPriority w:val="99"/>
    <w:semiHidden/>
    <w:unhideWhenUsed/>
    <w:rsid w:val="009F70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09B"/>
    <w:rPr>
      <w:rFonts w:ascii="Tahoma" w:eastAsiaTheme="minorEastAsia" w:hAnsi="Tahoma" w:cs="Tahoma"/>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styleId="Caption">
    <w:name w:val="caption"/>
    <w:basedOn w:val="Normal"/>
    <w:next w:val="Normal"/>
    <w:uiPriority w:val="1"/>
    <w:rsid w:val="009F709B"/>
    <w:pPr>
      <w:spacing w:line="240" w:lineRule="auto"/>
      <w:jc w:val="center"/>
    </w:pPr>
    <w:rPr>
      <w:bCs/>
      <w:i/>
      <w:sz w:val="18"/>
      <w:szCs w:val="18"/>
    </w:rPr>
  </w:style>
  <w:style w:type="paragraph" w:customStyle="1" w:styleId="ContactDetails">
    <w:name w:val="Contact Details"/>
    <w:basedOn w:val="Normal"/>
    <w:uiPriority w:val="1"/>
    <w:qFormat/>
    <w:rsid w:val="009F709B"/>
    <w:pPr>
      <w:spacing w:after="120"/>
    </w:pPr>
    <w:rPr>
      <w:color w:val="7F7F7F" w:themeColor="text1" w:themeTint="80"/>
      <w:sz w:val="18"/>
    </w:rPr>
  </w:style>
  <w:style w:type="paragraph" w:styleId="Date">
    <w:name w:val="Date"/>
    <w:basedOn w:val="Normal"/>
    <w:next w:val="Normal"/>
    <w:link w:val="DateChar"/>
    <w:uiPriority w:val="1"/>
    <w:qFormat/>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9F709B"/>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paragraph" w:styleId="ListBullet">
    <w:name w:val="List Bullet"/>
    <w:basedOn w:val="Normal"/>
    <w:uiPriority w:val="1"/>
    <w:qFormat/>
    <w:rsid w:val="009F709B"/>
    <w:pPr>
      <w:tabs>
        <w:tab w:val="num" w:pos="360"/>
      </w:tabs>
      <w:ind w:left="360" w:hanging="360"/>
    </w:pPr>
  </w:style>
  <w:style w:type="paragraph" w:styleId="ListNumber">
    <w:name w:val="List Number"/>
    <w:basedOn w:val="Normal"/>
    <w:uiPriority w:val="1"/>
    <w:qFormat/>
    <w:rsid w:val="009F709B"/>
    <w:pPr>
      <w:tabs>
        <w:tab w:val="num" w:pos="360"/>
      </w:tabs>
      <w:ind w:left="360" w:hanging="360"/>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1"/>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1"/>
    <w:rsid w:val="00416259"/>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9F709B"/>
    <w:pPr>
      <w:spacing w:before="40" w:after="40" w:line="240" w:lineRule="auto"/>
    </w:pPr>
    <w:rPr>
      <w:rFonts w:asciiTheme="majorHAnsi" w:eastAsiaTheme="majorEastAsia" w:hAnsiTheme="majorHAnsi" w:cstheme="majorBidi"/>
      <w:color w:val="983620" w:themeColor="accent2"/>
      <w:kern w:val="28"/>
      <w:sz w:val="96"/>
      <w:szCs w:val="52"/>
    </w:rPr>
  </w:style>
  <w:style w:type="character" w:customStyle="1" w:styleId="TitleChar">
    <w:name w:val="Title Char"/>
    <w:basedOn w:val="DefaultParagraphFont"/>
    <w:link w:val="Title"/>
    <w:uiPriority w:val="1"/>
    <w:rsid w:val="00416259"/>
    <w:rPr>
      <w:rFonts w:asciiTheme="majorHAnsi" w:eastAsiaTheme="majorEastAsia" w:hAnsiTheme="majorHAnsi" w:cstheme="majorBidi"/>
      <w:color w:val="983620" w:themeColor="accent2"/>
      <w:kern w:val="28"/>
      <w:sz w:val="96"/>
      <w:szCs w:val="52"/>
    </w:rPr>
  </w:style>
  <w:style w:type="paragraph" w:styleId="ListBullet2">
    <w:name w:val="List Bullet 2"/>
    <w:basedOn w:val="BlockText"/>
    <w:uiPriority w:val="1"/>
    <w:unhideWhenUsed/>
    <w:qFormat/>
    <w:rsid w:val="00194F1D"/>
    <w:pPr>
      <w:numPr>
        <w:numId w:val="7"/>
      </w:numPr>
      <w:spacing w:after="40"/>
    </w:pPr>
  </w:style>
  <w:style w:type="character" w:styleId="Hyperlink">
    <w:name w:val="Hyperlink"/>
    <w:basedOn w:val="DefaultParagraphFont"/>
    <w:uiPriority w:val="99"/>
    <w:unhideWhenUsed/>
    <w:rsid w:val="009D3676"/>
    <w:rPr>
      <w:color w:val="524A82" w:themeColor="hyperlink"/>
      <w:u w:val="single"/>
    </w:rPr>
  </w:style>
  <w:style w:type="paragraph" w:styleId="ListParagraph">
    <w:name w:val="List Paragraph"/>
    <w:basedOn w:val="Normal"/>
    <w:uiPriority w:val="34"/>
    <w:unhideWhenUsed/>
    <w:qFormat/>
    <w:rsid w:val="00FD28DD"/>
    <w:pPr>
      <w:ind w:left="720"/>
      <w:contextualSpacing/>
    </w:pPr>
  </w:style>
  <w:style w:type="paragraph" w:styleId="NormalWeb">
    <w:name w:val="Normal (Web)"/>
    <w:basedOn w:val="Normal"/>
    <w:uiPriority w:val="99"/>
    <w:unhideWhenUsed/>
    <w:rsid w:val="00475E30"/>
    <w:pPr>
      <w:spacing w:before="100" w:beforeAutospacing="1" w:after="100" w:afterAutospacing="1" w:line="240" w:lineRule="auto"/>
    </w:pPr>
    <w:rPr>
      <w:rFonts w:ascii="Times" w:hAnsi="Time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13511">
      <w:bodyDiv w:val="1"/>
      <w:marLeft w:val="0"/>
      <w:marRight w:val="0"/>
      <w:marTop w:val="0"/>
      <w:marBottom w:val="0"/>
      <w:divBdr>
        <w:top w:val="none" w:sz="0" w:space="0" w:color="auto"/>
        <w:left w:val="none" w:sz="0" w:space="0" w:color="auto"/>
        <w:bottom w:val="none" w:sz="0" w:space="0" w:color="auto"/>
        <w:right w:val="none" w:sz="0" w:space="0" w:color="auto"/>
      </w:divBdr>
      <w:divsChild>
        <w:div w:id="1642660152">
          <w:marLeft w:val="0"/>
          <w:marRight w:val="0"/>
          <w:marTop w:val="0"/>
          <w:marBottom w:val="0"/>
          <w:divBdr>
            <w:top w:val="none" w:sz="0" w:space="0" w:color="auto"/>
            <w:left w:val="none" w:sz="0" w:space="0" w:color="auto"/>
            <w:bottom w:val="none" w:sz="0" w:space="0" w:color="auto"/>
            <w:right w:val="none" w:sz="0" w:space="0" w:color="auto"/>
          </w:divBdr>
          <w:divsChild>
            <w:div w:id="1320891485">
              <w:marLeft w:val="0"/>
              <w:marRight w:val="0"/>
              <w:marTop w:val="0"/>
              <w:marBottom w:val="0"/>
              <w:divBdr>
                <w:top w:val="none" w:sz="0" w:space="0" w:color="auto"/>
                <w:left w:val="none" w:sz="0" w:space="0" w:color="auto"/>
                <w:bottom w:val="none" w:sz="0" w:space="0" w:color="auto"/>
                <w:right w:val="none" w:sz="0" w:space="0" w:color="auto"/>
              </w:divBdr>
              <w:divsChild>
                <w:div w:id="13486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issamy@lapazschool.org" TargetMode="External"/><Relationship Id="rId9" Type="http://schemas.openxmlformats.org/officeDocument/2006/relationships/footer" Target="footer1.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Syllabus.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ECF8A3DB382442A17170DA728D0406"/>
        <w:category>
          <w:name w:val="General"/>
          <w:gallery w:val="placeholder"/>
        </w:category>
        <w:types>
          <w:type w:val="bbPlcHdr"/>
        </w:types>
        <w:behaviors>
          <w:behavior w:val="content"/>
        </w:behaviors>
        <w:guid w:val="{CC59CD21-4A85-8041-8BEB-E641880E8B8F}"/>
      </w:docPartPr>
      <w:docPartBody>
        <w:p w:rsidR="002A671C" w:rsidRDefault="002A671C">
          <w:pPr>
            <w:pStyle w:val="81ECF8A3DB382442A17170DA728D0406"/>
          </w:pPr>
          <w:r w:rsidRPr="0081155A">
            <w:t>Course Name</w:t>
          </w:r>
        </w:p>
      </w:docPartBody>
    </w:docPart>
    <w:docPart>
      <w:docPartPr>
        <w:name w:val="E25A8AAF151D1240825AE51430D0BEFE"/>
        <w:category>
          <w:name w:val="General"/>
          <w:gallery w:val="placeholder"/>
        </w:category>
        <w:types>
          <w:type w:val="bbPlcHdr"/>
        </w:types>
        <w:behaviors>
          <w:behavior w:val="content"/>
        </w:behaviors>
        <w:guid w:val="{D5E6E498-39CD-AC46-9FCB-C467575032A4}"/>
      </w:docPartPr>
      <w:docPartBody>
        <w:p w:rsidR="002A671C" w:rsidRDefault="002A671C" w:rsidP="002A671C">
          <w:pPr>
            <w:pStyle w:val="E25A8AAF151D1240825AE51430D0BEFE"/>
          </w:pPr>
          <w:r w:rsidRPr="0081155A">
            <w:t>Course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8944880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1C"/>
    <w:rsid w:val="002A671C"/>
    <w:rsid w:val="00B763B7"/>
    <w:rsid w:val="00BA5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5FF4ACBB827D4A9ED83EFD76A2B1FE">
    <w:name w:val="825FF4ACBB827D4A9ED83EFD76A2B1FE"/>
  </w:style>
  <w:style w:type="paragraph" w:customStyle="1" w:styleId="D229ADE6F3702A49A5B1E42C706C624F">
    <w:name w:val="D229ADE6F3702A49A5B1E42C706C624F"/>
  </w:style>
  <w:style w:type="paragraph" w:customStyle="1" w:styleId="EC3AC50DC806904EBE16075C7C1510FC">
    <w:name w:val="EC3AC50DC806904EBE16075C7C1510FC"/>
  </w:style>
  <w:style w:type="paragraph" w:styleId="ListBullet">
    <w:name w:val="List Bullet"/>
    <w:basedOn w:val="Normal"/>
    <w:uiPriority w:val="1"/>
    <w:qFormat/>
    <w:rsid w:val="002A671C"/>
    <w:pPr>
      <w:numPr>
        <w:numId w:val="1"/>
      </w:numPr>
      <w:spacing w:after="200" w:line="276" w:lineRule="auto"/>
    </w:pPr>
    <w:rPr>
      <w:color w:val="404040" w:themeColor="text1" w:themeTint="BF"/>
      <w:sz w:val="20"/>
      <w:lang w:eastAsia="en-US"/>
    </w:rPr>
  </w:style>
  <w:style w:type="paragraph" w:customStyle="1" w:styleId="CA6C7827B8B5E34F97DE6D79FF8B7698">
    <w:name w:val="CA6C7827B8B5E34F97DE6D79FF8B7698"/>
  </w:style>
  <w:style w:type="paragraph" w:styleId="ListNumber">
    <w:name w:val="List Number"/>
    <w:basedOn w:val="Normal"/>
    <w:uiPriority w:val="1"/>
    <w:qFormat/>
    <w:rsid w:val="002A671C"/>
    <w:pPr>
      <w:numPr>
        <w:numId w:val="2"/>
      </w:numPr>
      <w:spacing w:after="200" w:line="276" w:lineRule="auto"/>
    </w:pPr>
    <w:rPr>
      <w:color w:val="404040" w:themeColor="text1" w:themeTint="BF"/>
      <w:sz w:val="20"/>
      <w:lang w:eastAsia="en-US"/>
    </w:rPr>
  </w:style>
  <w:style w:type="paragraph" w:customStyle="1" w:styleId="C3287B0C5A7BDF4BB515FE0C43AE9BDA">
    <w:name w:val="C3287B0C5A7BDF4BB515FE0C43AE9BDA"/>
  </w:style>
  <w:style w:type="paragraph" w:customStyle="1" w:styleId="1CCF310CF70E4F4B91531CAE4773C87C">
    <w:name w:val="1CCF310CF70E4F4B91531CAE4773C87C"/>
  </w:style>
  <w:style w:type="paragraph" w:styleId="BlockText">
    <w:name w:val="Block Text"/>
    <w:basedOn w:val="Normal"/>
    <w:uiPriority w:val="1"/>
    <w:unhideWhenUsed/>
    <w:qFormat/>
    <w:rsid w:val="002A671C"/>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2A671C"/>
    <w:pPr>
      <w:numPr>
        <w:numId w:val="3"/>
      </w:numPr>
      <w:spacing w:after="40"/>
    </w:pPr>
  </w:style>
  <w:style w:type="paragraph" w:customStyle="1" w:styleId="3F875B5020E90C45BC463D53B111176F">
    <w:name w:val="3F875B5020E90C45BC463D53B111176F"/>
  </w:style>
  <w:style w:type="paragraph" w:customStyle="1" w:styleId="7A6C45933CFF2C4493B63DF833508260">
    <w:name w:val="7A6C45933CFF2C4493B63DF833508260"/>
  </w:style>
  <w:style w:type="paragraph" w:customStyle="1" w:styleId="FC1F391F80187143A7A53FD440E84886">
    <w:name w:val="FC1F391F80187143A7A53FD440E84886"/>
  </w:style>
  <w:style w:type="paragraph" w:customStyle="1" w:styleId="54EC550F706E6D4FABACC6C230BD8C96">
    <w:name w:val="54EC550F706E6D4FABACC6C230BD8C96"/>
  </w:style>
  <w:style w:type="paragraph" w:customStyle="1" w:styleId="81ECF8A3DB382442A17170DA728D0406">
    <w:name w:val="81ECF8A3DB382442A17170DA728D0406"/>
  </w:style>
  <w:style w:type="paragraph" w:customStyle="1" w:styleId="0BD5685E00707547896C9C53791F6F4E">
    <w:name w:val="0BD5685E00707547896C9C53791F6F4E"/>
    <w:rsid w:val="002A671C"/>
  </w:style>
  <w:style w:type="paragraph" w:customStyle="1" w:styleId="10C3144E026E2D4FBFAD5511A29F747D">
    <w:name w:val="10C3144E026E2D4FBFAD5511A29F747D"/>
    <w:rsid w:val="002A671C"/>
  </w:style>
  <w:style w:type="paragraph" w:customStyle="1" w:styleId="22EA474747156D42BBABE56671A2F639">
    <w:name w:val="22EA474747156D42BBABE56671A2F639"/>
    <w:rsid w:val="002A671C"/>
  </w:style>
  <w:style w:type="paragraph" w:customStyle="1" w:styleId="251BDC5AB8AD0D439043F18753476BF8">
    <w:name w:val="251BDC5AB8AD0D439043F18753476BF8"/>
    <w:rsid w:val="002A671C"/>
  </w:style>
  <w:style w:type="paragraph" w:customStyle="1" w:styleId="9972760BA1D8FA4286C6E56D4CB79102">
    <w:name w:val="9972760BA1D8FA4286C6E56D4CB79102"/>
    <w:rsid w:val="002A671C"/>
  </w:style>
  <w:style w:type="paragraph" w:customStyle="1" w:styleId="E2B2369F3074E240BDEE2DB0B726AB89">
    <w:name w:val="E2B2369F3074E240BDEE2DB0B726AB89"/>
    <w:rsid w:val="002A671C"/>
  </w:style>
  <w:style w:type="paragraph" w:customStyle="1" w:styleId="0E880CD9DA45D741BFBA00F9F78573B3">
    <w:name w:val="0E880CD9DA45D741BFBA00F9F78573B3"/>
    <w:rsid w:val="002A671C"/>
  </w:style>
  <w:style w:type="paragraph" w:customStyle="1" w:styleId="050F0422770ED749916C4416D226352C">
    <w:name w:val="050F0422770ED749916C4416D226352C"/>
    <w:rsid w:val="002A671C"/>
  </w:style>
  <w:style w:type="paragraph" w:customStyle="1" w:styleId="E25A8AAF151D1240825AE51430D0BEFE">
    <w:name w:val="E25A8AAF151D1240825AE51430D0BEFE"/>
    <w:rsid w:val="002A671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5FF4ACBB827D4A9ED83EFD76A2B1FE">
    <w:name w:val="825FF4ACBB827D4A9ED83EFD76A2B1FE"/>
  </w:style>
  <w:style w:type="paragraph" w:customStyle="1" w:styleId="D229ADE6F3702A49A5B1E42C706C624F">
    <w:name w:val="D229ADE6F3702A49A5B1E42C706C624F"/>
  </w:style>
  <w:style w:type="paragraph" w:customStyle="1" w:styleId="EC3AC50DC806904EBE16075C7C1510FC">
    <w:name w:val="EC3AC50DC806904EBE16075C7C1510FC"/>
  </w:style>
  <w:style w:type="paragraph" w:styleId="ListBullet">
    <w:name w:val="List Bullet"/>
    <w:basedOn w:val="Normal"/>
    <w:uiPriority w:val="1"/>
    <w:qFormat/>
    <w:rsid w:val="002A671C"/>
    <w:pPr>
      <w:numPr>
        <w:numId w:val="1"/>
      </w:numPr>
      <w:spacing w:after="200" w:line="276" w:lineRule="auto"/>
    </w:pPr>
    <w:rPr>
      <w:color w:val="404040" w:themeColor="text1" w:themeTint="BF"/>
      <w:sz w:val="20"/>
      <w:lang w:eastAsia="en-US"/>
    </w:rPr>
  </w:style>
  <w:style w:type="paragraph" w:customStyle="1" w:styleId="CA6C7827B8B5E34F97DE6D79FF8B7698">
    <w:name w:val="CA6C7827B8B5E34F97DE6D79FF8B7698"/>
  </w:style>
  <w:style w:type="paragraph" w:styleId="ListNumber">
    <w:name w:val="List Number"/>
    <w:basedOn w:val="Normal"/>
    <w:uiPriority w:val="1"/>
    <w:qFormat/>
    <w:rsid w:val="002A671C"/>
    <w:pPr>
      <w:numPr>
        <w:numId w:val="2"/>
      </w:numPr>
      <w:spacing w:after="200" w:line="276" w:lineRule="auto"/>
    </w:pPr>
    <w:rPr>
      <w:color w:val="404040" w:themeColor="text1" w:themeTint="BF"/>
      <w:sz w:val="20"/>
      <w:lang w:eastAsia="en-US"/>
    </w:rPr>
  </w:style>
  <w:style w:type="paragraph" w:customStyle="1" w:styleId="C3287B0C5A7BDF4BB515FE0C43AE9BDA">
    <w:name w:val="C3287B0C5A7BDF4BB515FE0C43AE9BDA"/>
  </w:style>
  <w:style w:type="paragraph" w:customStyle="1" w:styleId="1CCF310CF70E4F4B91531CAE4773C87C">
    <w:name w:val="1CCF310CF70E4F4B91531CAE4773C87C"/>
  </w:style>
  <w:style w:type="paragraph" w:styleId="BlockText">
    <w:name w:val="Block Text"/>
    <w:basedOn w:val="Normal"/>
    <w:uiPriority w:val="1"/>
    <w:unhideWhenUsed/>
    <w:qFormat/>
    <w:rsid w:val="002A671C"/>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rsid w:val="002A671C"/>
    <w:pPr>
      <w:numPr>
        <w:numId w:val="3"/>
      </w:numPr>
      <w:spacing w:after="40"/>
    </w:pPr>
  </w:style>
  <w:style w:type="paragraph" w:customStyle="1" w:styleId="3F875B5020E90C45BC463D53B111176F">
    <w:name w:val="3F875B5020E90C45BC463D53B111176F"/>
  </w:style>
  <w:style w:type="paragraph" w:customStyle="1" w:styleId="7A6C45933CFF2C4493B63DF833508260">
    <w:name w:val="7A6C45933CFF2C4493B63DF833508260"/>
  </w:style>
  <w:style w:type="paragraph" w:customStyle="1" w:styleId="FC1F391F80187143A7A53FD440E84886">
    <w:name w:val="FC1F391F80187143A7A53FD440E84886"/>
  </w:style>
  <w:style w:type="paragraph" w:customStyle="1" w:styleId="54EC550F706E6D4FABACC6C230BD8C96">
    <w:name w:val="54EC550F706E6D4FABACC6C230BD8C96"/>
  </w:style>
  <w:style w:type="paragraph" w:customStyle="1" w:styleId="81ECF8A3DB382442A17170DA728D0406">
    <w:name w:val="81ECF8A3DB382442A17170DA728D0406"/>
  </w:style>
  <w:style w:type="paragraph" w:customStyle="1" w:styleId="0BD5685E00707547896C9C53791F6F4E">
    <w:name w:val="0BD5685E00707547896C9C53791F6F4E"/>
    <w:rsid w:val="002A671C"/>
  </w:style>
  <w:style w:type="paragraph" w:customStyle="1" w:styleId="10C3144E026E2D4FBFAD5511A29F747D">
    <w:name w:val="10C3144E026E2D4FBFAD5511A29F747D"/>
    <w:rsid w:val="002A671C"/>
  </w:style>
  <w:style w:type="paragraph" w:customStyle="1" w:styleId="22EA474747156D42BBABE56671A2F639">
    <w:name w:val="22EA474747156D42BBABE56671A2F639"/>
    <w:rsid w:val="002A671C"/>
  </w:style>
  <w:style w:type="paragraph" w:customStyle="1" w:styleId="251BDC5AB8AD0D439043F18753476BF8">
    <w:name w:val="251BDC5AB8AD0D439043F18753476BF8"/>
    <w:rsid w:val="002A671C"/>
  </w:style>
  <w:style w:type="paragraph" w:customStyle="1" w:styleId="9972760BA1D8FA4286C6E56D4CB79102">
    <w:name w:val="9972760BA1D8FA4286C6E56D4CB79102"/>
    <w:rsid w:val="002A671C"/>
  </w:style>
  <w:style w:type="paragraph" w:customStyle="1" w:styleId="E2B2369F3074E240BDEE2DB0B726AB89">
    <w:name w:val="E2B2369F3074E240BDEE2DB0B726AB89"/>
    <w:rsid w:val="002A671C"/>
  </w:style>
  <w:style w:type="paragraph" w:customStyle="1" w:styleId="0E880CD9DA45D741BFBA00F9F78573B3">
    <w:name w:val="0E880CD9DA45D741BFBA00F9F78573B3"/>
    <w:rsid w:val="002A671C"/>
  </w:style>
  <w:style w:type="paragraph" w:customStyle="1" w:styleId="050F0422770ED749916C4416D226352C">
    <w:name w:val="050F0422770ED749916C4416D226352C"/>
    <w:rsid w:val="002A671C"/>
  </w:style>
  <w:style w:type="paragraph" w:customStyle="1" w:styleId="E25A8AAF151D1240825AE51430D0BEFE">
    <w:name w:val="E25A8AAF151D1240825AE51430D0BEFE"/>
    <w:rsid w:val="002A67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Syllabus.dotx</Template>
  <TotalTime>1</TotalTime>
  <Pages>2</Pages>
  <Words>318</Words>
  <Characters>1817</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IB Business and Management 11</dc:subject>
  <dc:creator>Amy Jacobs</dc:creator>
  <cp:keywords/>
  <dc:description/>
  <cp:lastModifiedBy>Amy Jacobs</cp:lastModifiedBy>
  <cp:revision>2</cp:revision>
  <cp:lastPrinted>2016-08-24T21:15:00Z</cp:lastPrinted>
  <dcterms:created xsi:type="dcterms:W3CDTF">2016-08-24T21:32:00Z</dcterms:created>
  <dcterms:modified xsi:type="dcterms:W3CDTF">2016-08-24T21:32:00Z</dcterms:modified>
  <cp:category/>
</cp:coreProperties>
</file>